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323B3">
        <w:rPr>
          <w:rFonts w:ascii="Arial" w:hAnsi="Arial" w:cs="Arial"/>
          <w:b/>
          <w:caps/>
          <w:sz w:val="28"/>
          <w:szCs w:val="28"/>
        </w:rPr>
        <w:t>820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323B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323B3">
              <w:rPr>
                <w:rFonts w:ascii="Arial" w:hAnsi="Arial" w:cs="Arial"/>
                <w:sz w:val="20"/>
                <w:szCs w:val="20"/>
              </w:rPr>
              <w:t xml:space="preserve">Solicita capina, limpeza e melhoria da iluminação pública na área onde estão situadas a quadra de futebol </w:t>
            </w:r>
            <w:proofErr w:type="spellStart"/>
            <w:r w:rsidRPr="007323B3">
              <w:rPr>
                <w:rFonts w:ascii="Arial" w:hAnsi="Arial" w:cs="Arial"/>
                <w:sz w:val="20"/>
                <w:szCs w:val="20"/>
              </w:rPr>
              <w:t>society</w:t>
            </w:r>
            <w:proofErr w:type="spellEnd"/>
            <w:r w:rsidRPr="007323B3">
              <w:rPr>
                <w:rFonts w:ascii="Arial" w:hAnsi="Arial" w:cs="Arial"/>
                <w:sz w:val="20"/>
                <w:szCs w:val="20"/>
              </w:rPr>
              <w:t xml:space="preserve"> e a academia ao ar livre do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Pr="0084472C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4472C">
        <w:rPr>
          <w:rFonts w:ascii="Arial" w:hAnsi="Arial" w:cs="Arial"/>
          <w:b/>
          <w:sz w:val="23"/>
          <w:szCs w:val="23"/>
        </w:rPr>
        <w:t>INDICAMOS</w:t>
      </w:r>
      <w:r w:rsidRPr="0084472C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visando </w:t>
      </w:r>
      <w:r w:rsidR="007323B3" w:rsidRPr="0084472C">
        <w:rPr>
          <w:rFonts w:ascii="Arial" w:hAnsi="Arial" w:cs="Arial"/>
          <w:sz w:val="23"/>
          <w:szCs w:val="23"/>
        </w:rPr>
        <w:t xml:space="preserve">executar os serviços de capina e limpeza, bem como melhorar a iluminação pública da área onde estão situadas a quadra de futebol </w:t>
      </w:r>
      <w:proofErr w:type="spellStart"/>
      <w:r w:rsidR="007323B3" w:rsidRPr="0084472C">
        <w:rPr>
          <w:rFonts w:ascii="Arial" w:hAnsi="Arial" w:cs="Arial"/>
          <w:sz w:val="23"/>
          <w:szCs w:val="23"/>
        </w:rPr>
        <w:t>society</w:t>
      </w:r>
      <w:proofErr w:type="spellEnd"/>
      <w:r w:rsidR="007323B3" w:rsidRPr="0084472C">
        <w:rPr>
          <w:rFonts w:ascii="Arial" w:hAnsi="Arial" w:cs="Arial"/>
          <w:sz w:val="23"/>
          <w:szCs w:val="23"/>
        </w:rPr>
        <w:t xml:space="preserve"> e a academia ao ar livre do Parque Imperial.</w:t>
      </w:r>
    </w:p>
    <w:p w:rsidR="007323B3" w:rsidRPr="0084472C" w:rsidRDefault="007323B3" w:rsidP="007323B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4472C">
        <w:rPr>
          <w:rFonts w:ascii="Arial" w:hAnsi="Arial" w:cs="Arial"/>
          <w:sz w:val="23"/>
          <w:szCs w:val="23"/>
        </w:rPr>
        <w:t xml:space="preserve">Trata-se de uma solicitação dos munícipes e usuários do Centro Comunitário Sandra Regina, Valter </w:t>
      </w:r>
      <w:proofErr w:type="spellStart"/>
      <w:r w:rsidRPr="0084472C">
        <w:rPr>
          <w:rFonts w:ascii="Arial" w:hAnsi="Arial" w:cs="Arial"/>
          <w:sz w:val="23"/>
          <w:szCs w:val="23"/>
        </w:rPr>
        <w:t>Possani</w:t>
      </w:r>
      <w:proofErr w:type="spellEnd"/>
      <w:r w:rsidRPr="0084472C">
        <w:rPr>
          <w:rFonts w:ascii="Arial" w:hAnsi="Arial" w:cs="Arial"/>
          <w:sz w:val="23"/>
          <w:szCs w:val="23"/>
        </w:rPr>
        <w:t xml:space="preserve"> e Osmar Alves Rodrigues, bem como dos comerciantes e moradores próximo ao local, que reclamam da falta de capina e limpeza no entorno do Centro Comunitário.</w:t>
      </w:r>
    </w:p>
    <w:p w:rsidR="007323B3" w:rsidRPr="0084472C" w:rsidRDefault="007323B3" w:rsidP="007323B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4472C">
        <w:rPr>
          <w:rFonts w:ascii="Arial" w:hAnsi="Arial" w:cs="Arial"/>
          <w:sz w:val="23"/>
          <w:szCs w:val="23"/>
        </w:rPr>
        <w:t>Salientamos que este é o único local que o bairro oferece para os moradores se divertirem. Entretanto, nas condições que se encontra, é impossível fazer uso do mesmo. O mato tomou conta do local de forma assustadora e a iluminação está muito precária.</w:t>
      </w:r>
    </w:p>
    <w:p w:rsidR="007323B3" w:rsidRPr="0084472C" w:rsidRDefault="007323B3" w:rsidP="007323B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4472C">
        <w:rPr>
          <w:rFonts w:ascii="Arial" w:hAnsi="Arial" w:cs="Arial"/>
          <w:sz w:val="23"/>
          <w:szCs w:val="23"/>
        </w:rPr>
        <w:t xml:space="preserve">Ainda segundo os solicitantes, se os adultos já não confiam em fazer uso do espaço, quanto mais deixar as crianças brincarem ali. É preciso fazer uma limpeza </w:t>
      </w:r>
      <w:r w:rsidRPr="0084472C">
        <w:rPr>
          <w:rFonts w:ascii="Arial" w:hAnsi="Arial" w:cs="Arial"/>
          <w:sz w:val="23"/>
          <w:szCs w:val="23"/>
          <w:u w:val="single"/>
        </w:rPr>
        <w:t>em caráter de urgência</w:t>
      </w:r>
      <w:r w:rsidRPr="0084472C">
        <w:rPr>
          <w:rFonts w:ascii="Arial" w:hAnsi="Arial" w:cs="Arial"/>
          <w:sz w:val="23"/>
          <w:szCs w:val="23"/>
        </w:rPr>
        <w:t>, pois até mesmo quem transita pela avenida ao lado corre o risco de ser atacado por animais peçonhentos devido à altura do mato.</w:t>
      </w:r>
    </w:p>
    <w:p w:rsidR="007323B3" w:rsidRPr="0084472C" w:rsidRDefault="007323B3" w:rsidP="007323B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4472C">
        <w:rPr>
          <w:rFonts w:ascii="Arial" w:hAnsi="Arial" w:cs="Arial"/>
          <w:sz w:val="23"/>
          <w:szCs w:val="23"/>
        </w:rPr>
        <w:t>Ressaltamos ainda que, no bairro, já existe o problema de infestação por caramujos africanos, que, no período de chuva, é um desespero: os terrenos, cobertos pelo mato, se tornam criadouros tanto para estes caramujos como para outros animais perigosos.</w:t>
      </w:r>
    </w:p>
    <w:p w:rsidR="007323B3" w:rsidRPr="0084472C" w:rsidRDefault="007323B3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4472C">
        <w:rPr>
          <w:rFonts w:ascii="Arial" w:hAnsi="Arial" w:cs="Arial"/>
          <w:sz w:val="23"/>
          <w:szCs w:val="23"/>
        </w:rPr>
        <w:t>Assim, certos de podermos contar com a especial atenção de Vossa Excelência no atendimento a esta reivindicação da população, subscrevemos agradecidos.</w:t>
      </w:r>
    </w:p>
    <w:p w:rsidR="0084472C" w:rsidRPr="0084472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84472C">
          <w:rPr>
            <w:rFonts w:ascii="Arial" w:hAnsi="Arial" w:cs="Arial"/>
            <w:sz w:val="23"/>
            <w:szCs w:val="23"/>
          </w:rPr>
          <w:t>Sala</w:t>
        </w:r>
      </w:smartTag>
      <w:r w:rsidRPr="0084472C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84472C">
          <w:rPr>
            <w:rFonts w:ascii="Arial" w:hAnsi="Arial" w:cs="Arial"/>
            <w:sz w:val="23"/>
            <w:szCs w:val="23"/>
          </w:rPr>
          <w:t>Sessões</w:t>
        </w:r>
      </w:smartTag>
      <w:r w:rsidRPr="0084472C">
        <w:rPr>
          <w:rFonts w:ascii="Arial" w:hAnsi="Arial" w:cs="Arial"/>
          <w:sz w:val="23"/>
          <w:szCs w:val="23"/>
        </w:rPr>
        <w:t xml:space="preserve">, </w:t>
      </w:r>
      <w:r w:rsidR="0084472C" w:rsidRPr="0084472C">
        <w:rPr>
          <w:rFonts w:ascii="Arial" w:hAnsi="Arial" w:cs="Arial"/>
          <w:sz w:val="23"/>
          <w:szCs w:val="23"/>
        </w:rPr>
        <w:t>28 de março de 2018.</w:t>
      </w:r>
      <w:bookmarkStart w:id="0" w:name="_GoBack"/>
      <w:bookmarkEnd w:id="0"/>
    </w:p>
    <w:p w:rsidR="0084472C" w:rsidRPr="0084472C" w:rsidRDefault="0084472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4472C" w:rsidRPr="0084472C" w:rsidRDefault="0084472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4472C" w:rsidRPr="0084472C" w:rsidRDefault="0084472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4472C" w:rsidRPr="0084472C" w:rsidRDefault="0084472C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84472C">
        <w:rPr>
          <w:rFonts w:ascii="Arial" w:hAnsi="Arial" w:cs="Arial"/>
          <w:b/>
          <w:sz w:val="23"/>
          <w:szCs w:val="23"/>
        </w:rPr>
        <w:t>FERNANDO DA ÓTICA ORIGINAL</w:t>
      </w:r>
    </w:p>
    <w:p w:rsidR="001C3E9C" w:rsidRPr="0084472C" w:rsidRDefault="0084472C" w:rsidP="0084472C">
      <w:pPr>
        <w:jc w:val="center"/>
        <w:rPr>
          <w:rFonts w:ascii="Arial" w:hAnsi="Arial" w:cs="Arial"/>
          <w:sz w:val="23"/>
          <w:szCs w:val="23"/>
        </w:rPr>
      </w:pPr>
      <w:r w:rsidRPr="0084472C">
        <w:rPr>
          <w:rFonts w:ascii="Arial" w:hAnsi="Arial" w:cs="Arial"/>
          <w:sz w:val="23"/>
          <w:szCs w:val="23"/>
        </w:rPr>
        <w:t>Vereador - PSC</w:t>
      </w:r>
    </w:p>
    <w:sectPr w:rsidR="001C3E9C" w:rsidRPr="008447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90" w:rsidRDefault="00220790">
      <w:r>
        <w:separator/>
      </w:r>
    </w:p>
  </w:endnote>
  <w:endnote w:type="continuationSeparator" w:id="0">
    <w:p w:rsidR="00220790" w:rsidRDefault="0022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90" w:rsidRDefault="00220790">
      <w:r>
        <w:separator/>
      </w:r>
    </w:p>
  </w:footnote>
  <w:footnote w:type="continuationSeparator" w:id="0">
    <w:p w:rsidR="00220790" w:rsidRDefault="00220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47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3F2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20790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23B3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472C"/>
    <w:rsid w:val="008474F2"/>
    <w:rsid w:val="00870972"/>
    <w:rsid w:val="00877E50"/>
    <w:rsid w:val="008909A4"/>
    <w:rsid w:val="00893F22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B855B-0A82-49A9-AAAA-F29ECB58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285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2018-03-26T19:56:00Z</cp:lastPrinted>
  <dcterms:created xsi:type="dcterms:W3CDTF">2018-03-26T19:55:00Z</dcterms:created>
  <dcterms:modified xsi:type="dcterms:W3CDTF">2018-03-26T19:56:00Z</dcterms:modified>
</cp:coreProperties>
</file>